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A98" w:rsidRPr="00363526" w:rsidRDefault="007E70A8" w:rsidP="009A2E3E">
      <w:pPr>
        <w:jc w:val="center"/>
        <w:rPr>
          <w:rFonts w:ascii="Times New Roman" w:hAnsi="Times New Roman"/>
          <w:sz w:val="24"/>
          <w:szCs w:val="24"/>
        </w:rPr>
      </w:pPr>
      <w:r w:rsidRPr="00146695">
        <w:rPr>
          <w:rFonts w:ascii="Times New Roman" w:hAnsi="Times New Roman"/>
          <w:b/>
          <w:sz w:val="36"/>
          <w:szCs w:val="36"/>
        </w:rPr>
        <w:t xml:space="preserve">Transfer of Agency </w:t>
      </w:r>
      <w:r>
        <w:rPr>
          <w:rFonts w:ascii="Times New Roman" w:hAnsi="Times New Roman"/>
          <w:b/>
          <w:sz w:val="36"/>
          <w:szCs w:val="36"/>
        </w:rPr>
        <w:t xml:space="preserve">/ </w:t>
      </w:r>
      <w:r w:rsidR="00291BF4" w:rsidRPr="00146695">
        <w:rPr>
          <w:rFonts w:ascii="Times New Roman" w:hAnsi="Times New Roman"/>
          <w:b/>
          <w:sz w:val="36"/>
          <w:szCs w:val="36"/>
        </w:rPr>
        <w:t>Letter of Authority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8216"/>
      </w:tblGrid>
      <w:tr w:rsidR="000B628A" w:rsidRPr="000B628A" w:rsidTr="000B628A">
        <w:tc>
          <w:tcPr>
            <w:tcW w:w="817" w:type="dxa"/>
          </w:tcPr>
          <w:p w:rsidR="000B628A" w:rsidRDefault="000B628A" w:rsidP="000B628A">
            <w:pPr>
              <w:pStyle w:val="NoSpacing"/>
            </w:pPr>
          </w:p>
          <w:p w:rsidR="000B628A" w:rsidRPr="000B628A" w:rsidRDefault="000B628A" w:rsidP="000B628A">
            <w:pPr>
              <w:pStyle w:val="NoSpacing"/>
            </w:pPr>
          </w:p>
        </w:tc>
        <w:tc>
          <w:tcPr>
            <w:tcW w:w="8425" w:type="dxa"/>
          </w:tcPr>
          <w:p w:rsidR="000B628A" w:rsidRPr="00A940CB" w:rsidRDefault="000B628A" w:rsidP="00A940CB">
            <w:pPr>
              <w:pStyle w:val="NoSpacing"/>
              <w:rPr>
                <w:rFonts w:ascii="Times New Roman" w:hAnsi="Times New Roman"/>
                <w:sz w:val="24"/>
                <w:szCs w:val="24"/>
                <w:lang w:val="en-IE"/>
              </w:rPr>
            </w:pPr>
            <w:r w:rsidRPr="000B628A">
              <w:rPr>
                <w:rFonts w:ascii="Times New Roman" w:hAnsi="Times New Roman"/>
                <w:sz w:val="24"/>
                <w:szCs w:val="24"/>
              </w:rPr>
              <w:t xml:space="preserve">If I/We </w:t>
            </w:r>
            <w:r w:rsidR="00A940CB">
              <w:rPr>
                <w:rFonts w:ascii="Times New Roman" w:hAnsi="Times New Roman"/>
                <w:sz w:val="24"/>
                <w:szCs w:val="24"/>
              </w:rPr>
              <w:t>authorise you to transfer al</w:t>
            </w:r>
            <w:r w:rsidR="00D727BB">
              <w:rPr>
                <w:rFonts w:ascii="Times New Roman" w:hAnsi="Times New Roman"/>
                <w:sz w:val="24"/>
                <w:szCs w:val="24"/>
              </w:rPr>
              <w:t>l our policies held with you to</w:t>
            </w:r>
            <w:r w:rsidRPr="000B628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Quigley Financial Brokers, </w:t>
            </w:r>
            <w:r w:rsidR="003D71E9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8 Slaney Street, Wexford, Y35 HW21 </w:t>
            </w:r>
            <w:r w:rsidRPr="000B628A">
              <w:rPr>
                <w:rFonts w:ascii="Times New Roman" w:hAnsi="Times New Roman"/>
                <w:sz w:val="24"/>
                <w:szCs w:val="24"/>
                <w:lang w:val="en-GB"/>
              </w:rPr>
              <w:t>with immediate effect, the following box will be ticked.</w:t>
            </w:r>
          </w:p>
        </w:tc>
      </w:tr>
    </w:tbl>
    <w:p w:rsidR="00A940CB" w:rsidRDefault="00A940CB">
      <w:pPr>
        <w:rPr>
          <w:rFonts w:ascii="Times New Roman" w:hAnsi="Times New Roman"/>
          <w:b/>
          <w:sz w:val="20"/>
          <w:szCs w:val="20"/>
        </w:rPr>
      </w:pPr>
    </w:p>
    <w:p w:rsidR="000B628A" w:rsidRPr="009A2E3E" w:rsidRDefault="00A940CB">
      <w:pPr>
        <w:rPr>
          <w:rFonts w:ascii="Times New Roman" w:hAnsi="Times New Roman"/>
          <w:b/>
          <w:sz w:val="20"/>
          <w:szCs w:val="20"/>
        </w:rPr>
      </w:pPr>
      <w:r w:rsidRPr="009A2E3E">
        <w:rPr>
          <w:rFonts w:ascii="Times New Roman" w:hAnsi="Times New Roman"/>
          <w:b/>
          <w:sz w:val="20"/>
          <w:szCs w:val="20"/>
        </w:rPr>
        <w:t>Please t</w:t>
      </w:r>
      <w:r>
        <w:rPr>
          <w:rFonts w:ascii="Times New Roman" w:hAnsi="Times New Roman"/>
          <w:b/>
          <w:sz w:val="20"/>
          <w:szCs w:val="20"/>
        </w:rPr>
        <w:t xml:space="preserve">ick below the Companies you </w:t>
      </w:r>
      <w:r w:rsidRPr="009A2E3E">
        <w:rPr>
          <w:rFonts w:ascii="Times New Roman" w:hAnsi="Times New Roman"/>
          <w:b/>
          <w:sz w:val="20"/>
          <w:szCs w:val="20"/>
        </w:rPr>
        <w:t>have business with and write in your policy number/s</w:t>
      </w:r>
      <w:r>
        <w:rPr>
          <w:rFonts w:ascii="Times New Roman" w:hAnsi="Times New Roman"/>
          <w:b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7"/>
        <w:gridCol w:w="2211"/>
        <w:gridCol w:w="2242"/>
        <w:gridCol w:w="2396"/>
      </w:tblGrid>
      <w:tr w:rsidR="00DA57BB" w:rsidRPr="00197DBE" w:rsidTr="00D53A98">
        <w:tc>
          <w:tcPr>
            <w:tcW w:w="2235" w:type="dxa"/>
          </w:tcPr>
          <w:p w:rsidR="00291BF4" w:rsidRPr="00197DBE" w:rsidRDefault="003D71E9" w:rsidP="00197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margin">
                        <wp:posOffset>-48260</wp:posOffset>
                      </wp:positionH>
                      <wp:positionV relativeFrom="paragraph">
                        <wp:posOffset>5080</wp:posOffset>
                      </wp:positionV>
                      <wp:extent cx="223520" cy="179705"/>
                      <wp:effectExtent l="8890" t="9525" r="5715" b="10795"/>
                      <wp:wrapNone/>
                      <wp:docPr id="1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520" cy="1797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8874CF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AutoShape 3" o:spid="_x0000_s1026" type="#_x0000_t109" style="position:absolute;margin-left:-3.8pt;margin-top:.4pt;width:17.6pt;height:14.15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">
                      <w10:wrap anchorx="margin"/>
                    </v:shape>
                  </w:pict>
                </mc:Fallback>
              </mc:AlternateContent>
            </w:r>
            <w:r w:rsidR="00492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BF5" w:rsidRPr="00197DB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A2E3E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363526" w:rsidRPr="00197DBE">
              <w:rPr>
                <w:rFonts w:ascii="Times New Roman" w:hAnsi="Times New Roman"/>
                <w:noProof/>
                <w:sz w:val="24"/>
                <w:szCs w:val="24"/>
              </w:rPr>
              <w:t>Acorn Life</w:t>
            </w:r>
          </w:p>
          <w:p w:rsidR="007649B5" w:rsidRPr="00197DBE" w:rsidRDefault="00092BF5" w:rsidP="00197DB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7DBE">
              <w:rPr>
                <w:rFonts w:ascii="Times New Roman" w:hAnsi="Times New Roman"/>
                <w:sz w:val="16"/>
                <w:szCs w:val="16"/>
              </w:rPr>
              <w:t>Policy Number/s:</w:t>
            </w:r>
          </w:p>
          <w:p w:rsidR="000D57F1" w:rsidRPr="000D57F1" w:rsidRDefault="000D57F1" w:rsidP="000D57F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A2E3E" w:rsidRDefault="009A2E3E" w:rsidP="000D57F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D57F1" w:rsidRPr="000D57F1" w:rsidRDefault="000D57F1" w:rsidP="000D57F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AND ANY OTHER POLICIES NOT LISTED ABOVE</w:t>
            </w:r>
          </w:p>
        </w:tc>
        <w:tc>
          <w:tcPr>
            <w:tcW w:w="2268" w:type="dxa"/>
          </w:tcPr>
          <w:p w:rsidR="00291BF4" w:rsidRPr="00197DBE" w:rsidRDefault="003D71E9" w:rsidP="00197DBE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margin">
                        <wp:posOffset>1388110</wp:posOffset>
                      </wp:positionH>
                      <wp:positionV relativeFrom="paragraph">
                        <wp:posOffset>5080</wp:posOffset>
                      </wp:positionV>
                      <wp:extent cx="223520" cy="179705"/>
                      <wp:effectExtent l="6985" t="9525" r="7620" b="10795"/>
                      <wp:wrapNone/>
                      <wp:docPr id="12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520" cy="1797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5BEC76" id="AutoShape 11" o:spid="_x0000_s1026" type="#_x0000_t109" style="position:absolute;margin-left:109.3pt;margin-top:.4pt;width:17.6pt;height:14.1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">
                      <w10:wrap anchorx="margin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margin">
                        <wp:posOffset>-67310</wp:posOffset>
                      </wp:positionH>
                      <wp:positionV relativeFrom="paragraph">
                        <wp:posOffset>5080</wp:posOffset>
                      </wp:positionV>
                      <wp:extent cx="223520" cy="179705"/>
                      <wp:effectExtent l="8890" t="9525" r="5715" b="10795"/>
                      <wp:wrapNone/>
                      <wp:docPr id="1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520" cy="1797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842241" id="AutoShape 10" o:spid="_x0000_s1026" type="#_x0000_t109" style="position:absolute;margin-left:-5.3pt;margin-top:.4pt;width:17.6pt;height:14.15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">
                      <w10:wrap anchorx="margin"/>
                    </v:shape>
                  </w:pict>
                </mc:Fallback>
              </mc:AlternateContent>
            </w:r>
            <w:r w:rsidR="00092BF5" w:rsidRPr="00197DBE">
              <w:rPr>
                <w:rFonts w:ascii="Times New Roman" w:hAnsi="Times New Roman"/>
                <w:noProof/>
                <w:sz w:val="24"/>
                <w:szCs w:val="24"/>
              </w:rPr>
              <w:t xml:space="preserve">     </w:t>
            </w:r>
            <w:r w:rsidR="00363526" w:rsidRPr="00197DBE">
              <w:rPr>
                <w:rFonts w:ascii="Times New Roman" w:hAnsi="Times New Roman"/>
                <w:noProof/>
                <w:sz w:val="24"/>
                <w:szCs w:val="24"/>
              </w:rPr>
              <w:t>Ark Life</w:t>
            </w:r>
          </w:p>
          <w:p w:rsidR="00092BF5" w:rsidRPr="00197DBE" w:rsidRDefault="00092BF5" w:rsidP="00197DB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7DBE">
              <w:rPr>
                <w:rFonts w:ascii="Times New Roman" w:hAnsi="Times New Roman"/>
                <w:sz w:val="16"/>
                <w:szCs w:val="16"/>
              </w:rPr>
              <w:t>Policy Number/s:</w:t>
            </w: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A2E3E" w:rsidRDefault="009A2E3E" w:rsidP="000D57F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A2E3E" w:rsidRDefault="009A2E3E" w:rsidP="000D57F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2BF5" w:rsidRPr="00197DBE" w:rsidRDefault="000D57F1" w:rsidP="000D57F1">
            <w:pPr>
              <w:spacing w:after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AND ANY OTHER POLICIES NOT LISTED ABOVE</w:t>
            </w:r>
          </w:p>
        </w:tc>
        <w:tc>
          <w:tcPr>
            <w:tcW w:w="2268" w:type="dxa"/>
          </w:tcPr>
          <w:p w:rsidR="00291BF4" w:rsidRPr="00197DBE" w:rsidRDefault="00092BF5" w:rsidP="00197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7DB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63526" w:rsidRPr="00197DBE">
              <w:rPr>
                <w:rFonts w:ascii="Times New Roman" w:hAnsi="Times New Roman"/>
                <w:sz w:val="24"/>
                <w:szCs w:val="24"/>
              </w:rPr>
              <w:t>Aviva/Hibernian</w:t>
            </w:r>
          </w:p>
          <w:p w:rsidR="00092BF5" w:rsidRPr="00197DBE" w:rsidRDefault="00092BF5" w:rsidP="00197DB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7DBE">
              <w:rPr>
                <w:rFonts w:ascii="Times New Roman" w:hAnsi="Times New Roman"/>
                <w:sz w:val="16"/>
                <w:szCs w:val="16"/>
              </w:rPr>
              <w:t>Policy Number/s:</w:t>
            </w: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A2E3E" w:rsidRDefault="009A2E3E" w:rsidP="000D57F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A2E3E" w:rsidRDefault="009A2E3E" w:rsidP="000D57F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2BF5" w:rsidRPr="00197DBE" w:rsidRDefault="000D57F1" w:rsidP="000D57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AND ANY OTHER POLICIES NOT LISTED ABOVE</w:t>
            </w:r>
          </w:p>
        </w:tc>
        <w:tc>
          <w:tcPr>
            <w:tcW w:w="2471" w:type="dxa"/>
          </w:tcPr>
          <w:p w:rsidR="00291BF4" w:rsidRPr="00197DBE" w:rsidRDefault="003D71E9" w:rsidP="00197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margin">
                        <wp:posOffset>-67945</wp:posOffset>
                      </wp:positionH>
                      <wp:positionV relativeFrom="paragraph">
                        <wp:posOffset>5080</wp:posOffset>
                      </wp:positionV>
                      <wp:extent cx="223520" cy="179705"/>
                      <wp:effectExtent l="12065" t="9525" r="12065" b="10795"/>
                      <wp:wrapNone/>
                      <wp:docPr id="10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520" cy="1797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7B3FCE" id="AutoShape 12" o:spid="_x0000_s1026" type="#_x0000_t109" style="position:absolute;margin-left:-5.35pt;margin-top:.4pt;width:17.6pt;height:14.1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">
                      <w10:wrap anchorx="margin"/>
                    </v:shape>
                  </w:pict>
                </mc:Fallback>
              </mc:AlternateContent>
            </w:r>
            <w:r w:rsidR="00092BF5" w:rsidRPr="00197DB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63526" w:rsidRPr="00197DBE">
              <w:rPr>
                <w:rFonts w:ascii="Times New Roman" w:hAnsi="Times New Roman"/>
                <w:noProof/>
                <w:sz w:val="24"/>
                <w:szCs w:val="24"/>
              </w:rPr>
              <w:t>BCPAsset Mangmt.</w:t>
            </w:r>
          </w:p>
          <w:p w:rsidR="00092BF5" w:rsidRPr="00197DBE" w:rsidRDefault="00092BF5" w:rsidP="00197DB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7DBE">
              <w:rPr>
                <w:rFonts w:ascii="Times New Roman" w:hAnsi="Times New Roman"/>
                <w:sz w:val="16"/>
                <w:szCs w:val="16"/>
              </w:rPr>
              <w:t>Policy Number/s:</w:t>
            </w: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A2E3E" w:rsidRDefault="009A2E3E" w:rsidP="000D57F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A2E3E" w:rsidRDefault="009A2E3E" w:rsidP="000D57F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2BF5" w:rsidRPr="00197DBE" w:rsidRDefault="000D57F1" w:rsidP="000D57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AND ANY OTHER POLICIES NOT LISTED ABOVE</w:t>
            </w:r>
          </w:p>
        </w:tc>
      </w:tr>
      <w:tr w:rsidR="00DA57BB" w:rsidRPr="00197DBE" w:rsidTr="00D53A98">
        <w:tc>
          <w:tcPr>
            <w:tcW w:w="2235" w:type="dxa"/>
          </w:tcPr>
          <w:p w:rsidR="00291BF4" w:rsidRPr="00197DBE" w:rsidRDefault="003D71E9" w:rsidP="00197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margin">
                        <wp:posOffset>-48260</wp:posOffset>
                      </wp:positionH>
                      <wp:positionV relativeFrom="paragraph">
                        <wp:posOffset>-3810</wp:posOffset>
                      </wp:positionV>
                      <wp:extent cx="223520" cy="179705"/>
                      <wp:effectExtent l="8890" t="13335" r="5715" b="6985"/>
                      <wp:wrapNone/>
                      <wp:docPr id="9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520" cy="1797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11CC89" id="AutoShape 14" o:spid="_x0000_s1026" type="#_x0000_t109" style="position:absolute;margin-left:-3.8pt;margin-top:-.3pt;width:17.6pt;height:14.1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">
                      <w10:wrap anchorx="margin"/>
                    </v:shape>
                  </w:pict>
                </mc:Fallback>
              </mc:AlternateContent>
            </w:r>
            <w:r w:rsidR="00092BF5" w:rsidRPr="00197DB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363526" w:rsidRPr="00197DBE">
              <w:rPr>
                <w:rFonts w:ascii="Times New Roman" w:hAnsi="Times New Roman"/>
                <w:sz w:val="24"/>
                <w:szCs w:val="24"/>
              </w:rPr>
              <w:t>BoI Life</w:t>
            </w:r>
          </w:p>
          <w:p w:rsidR="00092BF5" w:rsidRPr="00197DBE" w:rsidRDefault="00092BF5" w:rsidP="00197DB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7DBE">
              <w:rPr>
                <w:rFonts w:ascii="Times New Roman" w:hAnsi="Times New Roman"/>
                <w:sz w:val="16"/>
                <w:szCs w:val="16"/>
              </w:rPr>
              <w:t>Policy Number/s:</w:t>
            </w: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9A2E3E" w:rsidRDefault="009A2E3E" w:rsidP="00197DB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0D57F1" w:rsidRPr="000D57F1" w:rsidRDefault="000D57F1" w:rsidP="00197DB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7649B5" w:rsidRPr="00197DBE" w:rsidRDefault="000D57F1" w:rsidP="000D57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AND ANY OTHER POLICIES NOT LISTED ABOVE</w:t>
            </w:r>
          </w:p>
          <w:p w:rsidR="00092BF5" w:rsidRPr="00197DBE" w:rsidRDefault="00092BF5" w:rsidP="00197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91BF4" w:rsidRPr="00197DBE" w:rsidRDefault="003D71E9" w:rsidP="00197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margin">
                        <wp:posOffset>1388110</wp:posOffset>
                      </wp:positionH>
                      <wp:positionV relativeFrom="paragraph">
                        <wp:posOffset>-3810</wp:posOffset>
                      </wp:positionV>
                      <wp:extent cx="223520" cy="179705"/>
                      <wp:effectExtent l="6985" t="13335" r="7620" b="6985"/>
                      <wp:wrapNone/>
                      <wp:docPr id="8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520" cy="1797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9897CC" id="AutoShape 18" o:spid="_x0000_s1026" type="#_x0000_t109" style="position:absolute;margin-left:109.3pt;margin-top:-.3pt;width:17.6pt;height:14.1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">
                      <w10:wrap anchorx="margin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margin">
                        <wp:posOffset>-67310</wp:posOffset>
                      </wp:positionH>
                      <wp:positionV relativeFrom="paragraph">
                        <wp:posOffset>-3810</wp:posOffset>
                      </wp:positionV>
                      <wp:extent cx="223520" cy="179705"/>
                      <wp:effectExtent l="8890" t="13335" r="5715" b="6985"/>
                      <wp:wrapNone/>
                      <wp:docPr id="7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520" cy="1797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0B450B" id="AutoShape 13" o:spid="_x0000_s1026" type="#_x0000_t109" style="position:absolute;margin-left:-5.3pt;margin-top:-.3pt;width:17.6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">
                      <w10:wrap anchorx="margin"/>
                    </v:shape>
                  </w:pict>
                </mc:Fallback>
              </mc:AlternateContent>
            </w:r>
            <w:r w:rsidR="00092BF5" w:rsidRPr="00197DB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63526" w:rsidRPr="00197DBE">
              <w:rPr>
                <w:rFonts w:ascii="Times New Roman" w:hAnsi="Times New Roman"/>
                <w:sz w:val="24"/>
                <w:szCs w:val="24"/>
              </w:rPr>
              <w:t>Caledonian Life</w:t>
            </w:r>
          </w:p>
          <w:p w:rsidR="00092BF5" w:rsidRPr="00197DBE" w:rsidRDefault="00092BF5" w:rsidP="00197DB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7DBE">
              <w:rPr>
                <w:rFonts w:ascii="Times New Roman" w:hAnsi="Times New Roman"/>
                <w:sz w:val="16"/>
                <w:szCs w:val="16"/>
              </w:rPr>
              <w:t>Policy Number/s:</w:t>
            </w: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A2E3E" w:rsidRDefault="009A2E3E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2BF5" w:rsidRPr="00197DBE" w:rsidRDefault="000D57F1" w:rsidP="000D57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AND ANY OTHER POLICIES NOT LISTED ABOVE</w:t>
            </w:r>
          </w:p>
        </w:tc>
        <w:tc>
          <w:tcPr>
            <w:tcW w:w="2268" w:type="dxa"/>
          </w:tcPr>
          <w:p w:rsidR="00291BF4" w:rsidRPr="00197DBE" w:rsidRDefault="00092BF5" w:rsidP="00197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7DB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63526" w:rsidRPr="00197DBE">
              <w:rPr>
                <w:rFonts w:ascii="Times New Roman" w:hAnsi="Times New Roman"/>
                <w:sz w:val="24"/>
                <w:szCs w:val="24"/>
              </w:rPr>
              <w:t>Canada Life</w:t>
            </w:r>
          </w:p>
          <w:p w:rsidR="00092BF5" w:rsidRPr="00197DBE" w:rsidRDefault="00092BF5" w:rsidP="00197DB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7DBE">
              <w:rPr>
                <w:rFonts w:ascii="Times New Roman" w:hAnsi="Times New Roman"/>
                <w:sz w:val="16"/>
                <w:szCs w:val="16"/>
              </w:rPr>
              <w:t>Policy Number/s:</w:t>
            </w: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A2E3E" w:rsidRDefault="009A2E3E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2BF5" w:rsidRPr="00197DBE" w:rsidRDefault="000D57F1" w:rsidP="000D57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AND ANY OTHER POLICIES NOT LISTED ABOVE</w:t>
            </w:r>
          </w:p>
        </w:tc>
        <w:tc>
          <w:tcPr>
            <w:tcW w:w="2471" w:type="dxa"/>
          </w:tcPr>
          <w:p w:rsidR="00291BF4" w:rsidRPr="00197DBE" w:rsidRDefault="003D71E9" w:rsidP="00197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margin">
                        <wp:posOffset>-67945</wp:posOffset>
                      </wp:positionH>
                      <wp:positionV relativeFrom="paragraph">
                        <wp:posOffset>-3810</wp:posOffset>
                      </wp:positionV>
                      <wp:extent cx="223520" cy="179705"/>
                      <wp:effectExtent l="12065" t="13335" r="12065" b="6985"/>
                      <wp:wrapNone/>
                      <wp:docPr id="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520" cy="1797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12A212" id="AutoShape 19" o:spid="_x0000_s1026" type="#_x0000_t109" style="position:absolute;margin-left:-5.35pt;margin-top:-.3pt;width:17.6pt;height:14.1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">
                      <w10:wrap anchorx="margin"/>
                    </v:shape>
                  </w:pict>
                </mc:Fallback>
              </mc:AlternateContent>
            </w:r>
            <w:r w:rsidR="00092BF5" w:rsidRPr="00197DBE">
              <w:rPr>
                <w:rFonts w:ascii="Times New Roman" w:hAnsi="Times New Roman"/>
                <w:noProof/>
                <w:sz w:val="24"/>
                <w:szCs w:val="24"/>
              </w:rPr>
              <w:t xml:space="preserve">     </w:t>
            </w:r>
            <w:r w:rsidR="00363526" w:rsidRPr="00197DBE">
              <w:rPr>
                <w:rFonts w:ascii="Times New Roman" w:hAnsi="Times New Roman"/>
                <w:sz w:val="24"/>
                <w:szCs w:val="24"/>
              </w:rPr>
              <w:t>Friends First</w:t>
            </w:r>
          </w:p>
          <w:p w:rsidR="00092BF5" w:rsidRPr="00197DBE" w:rsidRDefault="00092BF5" w:rsidP="00197DB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7DBE">
              <w:rPr>
                <w:rFonts w:ascii="Times New Roman" w:hAnsi="Times New Roman"/>
                <w:sz w:val="16"/>
                <w:szCs w:val="16"/>
              </w:rPr>
              <w:t>Policy Number/s:</w:t>
            </w: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A2E3E" w:rsidRDefault="009A2E3E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2BF5" w:rsidRPr="00197DBE" w:rsidRDefault="000D57F1" w:rsidP="000D57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AND ANY OTHER POLICIES NOT LISTED ABOVE</w:t>
            </w:r>
          </w:p>
        </w:tc>
      </w:tr>
      <w:tr w:rsidR="00DA57BB" w:rsidRPr="00197DBE" w:rsidTr="00D53A98">
        <w:tc>
          <w:tcPr>
            <w:tcW w:w="2235" w:type="dxa"/>
          </w:tcPr>
          <w:p w:rsidR="00291BF4" w:rsidRPr="00197DBE" w:rsidRDefault="003D71E9" w:rsidP="00197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margin">
                        <wp:posOffset>-48260</wp:posOffset>
                      </wp:positionH>
                      <wp:positionV relativeFrom="paragraph">
                        <wp:posOffset>8255</wp:posOffset>
                      </wp:positionV>
                      <wp:extent cx="223520" cy="179705"/>
                      <wp:effectExtent l="8890" t="11430" r="5715" b="8890"/>
                      <wp:wrapNone/>
                      <wp:docPr id="5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520" cy="1797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195491" id="AutoShape 15" o:spid="_x0000_s1026" type="#_x0000_t109" style="position:absolute;margin-left:-3.8pt;margin-top:.65pt;width:17.6pt;height:14.1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">
                      <w10:wrap anchorx="margin"/>
                    </v:shape>
                  </w:pict>
                </mc:Fallback>
              </mc:AlternateContent>
            </w:r>
            <w:r w:rsidR="00092BF5" w:rsidRPr="00197DB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363526" w:rsidRPr="00197DBE">
              <w:rPr>
                <w:rFonts w:ascii="Times New Roman" w:hAnsi="Times New Roman"/>
                <w:sz w:val="24"/>
                <w:szCs w:val="24"/>
              </w:rPr>
              <w:t>Irish Life</w:t>
            </w:r>
          </w:p>
          <w:p w:rsidR="00092BF5" w:rsidRPr="00197DBE" w:rsidRDefault="00092BF5" w:rsidP="00197DB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7DBE">
              <w:rPr>
                <w:rFonts w:ascii="Times New Roman" w:hAnsi="Times New Roman"/>
                <w:sz w:val="16"/>
                <w:szCs w:val="16"/>
              </w:rPr>
              <w:t>Policy Number/s:</w:t>
            </w: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A2E3E" w:rsidRDefault="009A2E3E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2BF5" w:rsidRPr="00197DBE" w:rsidRDefault="000D57F1" w:rsidP="000D57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AND ANY OTHER POLICIES NOT LISTED ABOVE</w:t>
            </w:r>
          </w:p>
          <w:p w:rsidR="00092BF5" w:rsidRPr="00197DBE" w:rsidRDefault="00092BF5" w:rsidP="00197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91BF4" w:rsidRPr="00197DBE" w:rsidRDefault="003D71E9" w:rsidP="00197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margin">
                        <wp:posOffset>1388110</wp:posOffset>
                      </wp:positionH>
                      <wp:positionV relativeFrom="paragraph">
                        <wp:posOffset>8255</wp:posOffset>
                      </wp:positionV>
                      <wp:extent cx="223520" cy="179705"/>
                      <wp:effectExtent l="6985" t="11430" r="7620" b="8890"/>
                      <wp:wrapNone/>
                      <wp:docPr id="4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520" cy="1797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4A686A" id="AutoShape 17" o:spid="_x0000_s1026" type="#_x0000_t109" style="position:absolute;margin-left:109.3pt;margin-top:.65pt;width:17.6pt;height:14.1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">
                      <w10:wrap anchorx="margin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-67310</wp:posOffset>
                      </wp:positionH>
                      <wp:positionV relativeFrom="paragraph">
                        <wp:posOffset>8255</wp:posOffset>
                      </wp:positionV>
                      <wp:extent cx="223520" cy="179705"/>
                      <wp:effectExtent l="8890" t="11430" r="5715" b="8890"/>
                      <wp:wrapNone/>
                      <wp:docPr id="3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520" cy="1797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3CBDF" id="AutoShape 16" o:spid="_x0000_s1026" type="#_x0000_t109" style="position:absolute;margin-left:-5.3pt;margin-top:.65pt;width:17.6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">
                      <w10:wrap anchorx="margin"/>
                    </v:shape>
                  </w:pict>
                </mc:Fallback>
              </mc:AlternateContent>
            </w:r>
            <w:r w:rsidR="00092BF5" w:rsidRPr="00197DBE">
              <w:rPr>
                <w:rFonts w:ascii="Times New Roman" w:hAnsi="Times New Roman"/>
                <w:noProof/>
                <w:sz w:val="24"/>
                <w:szCs w:val="24"/>
              </w:rPr>
              <w:t xml:space="preserve">     </w:t>
            </w:r>
            <w:r w:rsidR="00363526" w:rsidRPr="00197DBE">
              <w:rPr>
                <w:rFonts w:ascii="Times New Roman" w:hAnsi="Times New Roman"/>
                <w:sz w:val="24"/>
                <w:szCs w:val="24"/>
              </w:rPr>
              <w:t>New Ireland</w:t>
            </w:r>
          </w:p>
          <w:p w:rsidR="00092BF5" w:rsidRPr="00197DBE" w:rsidRDefault="00092BF5" w:rsidP="00197DB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7DBE">
              <w:rPr>
                <w:rFonts w:ascii="Times New Roman" w:hAnsi="Times New Roman"/>
                <w:sz w:val="16"/>
                <w:szCs w:val="16"/>
              </w:rPr>
              <w:t>Policy Number/s:</w:t>
            </w: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A2E3E" w:rsidRDefault="009A2E3E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2BF5" w:rsidRPr="00197DBE" w:rsidRDefault="000D57F1" w:rsidP="000D57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AND ANY OTHER POLICIES NOT LISTED ABOVE</w:t>
            </w:r>
          </w:p>
        </w:tc>
        <w:tc>
          <w:tcPr>
            <w:tcW w:w="2268" w:type="dxa"/>
          </w:tcPr>
          <w:p w:rsidR="00291BF4" w:rsidRPr="00197DBE" w:rsidRDefault="00092BF5" w:rsidP="00197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7DB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63526" w:rsidRPr="00197DBE">
              <w:rPr>
                <w:rFonts w:ascii="Times New Roman" w:hAnsi="Times New Roman"/>
                <w:sz w:val="24"/>
                <w:szCs w:val="24"/>
              </w:rPr>
              <w:t>Standard Life</w:t>
            </w:r>
          </w:p>
          <w:p w:rsidR="00092BF5" w:rsidRPr="00197DBE" w:rsidRDefault="00092BF5" w:rsidP="00197DB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7DBE">
              <w:rPr>
                <w:rFonts w:ascii="Times New Roman" w:hAnsi="Times New Roman"/>
                <w:sz w:val="16"/>
                <w:szCs w:val="16"/>
              </w:rPr>
              <w:t>Policy Number/s:</w:t>
            </w: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A2E3E" w:rsidRDefault="009A2E3E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2BF5" w:rsidRPr="00197DBE" w:rsidRDefault="000D57F1" w:rsidP="000D57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AND ANY OTHER POLICIES NOT LISTED ABOVE</w:t>
            </w:r>
          </w:p>
        </w:tc>
        <w:tc>
          <w:tcPr>
            <w:tcW w:w="2471" w:type="dxa"/>
          </w:tcPr>
          <w:p w:rsidR="00291BF4" w:rsidRPr="00197DBE" w:rsidRDefault="003D71E9" w:rsidP="00197D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margin">
                        <wp:posOffset>-67945</wp:posOffset>
                      </wp:positionH>
                      <wp:positionV relativeFrom="paragraph">
                        <wp:posOffset>8255</wp:posOffset>
                      </wp:positionV>
                      <wp:extent cx="223520" cy="179705"/>
                      <wp:effectExtent l="12065" t="11430" r="12065" b="8890"/>
                      <wp:wrapNone/>
                      <wp:docPr id="2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520" cy="1797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44C077" id="AutoShape 20" o:spid="_x0000_s1026" type="#_x0000_t109" style="position:absolute;margin-left:-5.35pt;margin-top:.65pt;width:17.6pt;height:14.1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">
                      <w10:wrap anchorx="margin"/>
                    </v:shape>
                  </w:pict>
                </mc:Fallback>
              </mc:AlternateContent>
            </w:r>
            <w:r w:rsidR="00092BF5" w:rsidRPr="00197DB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63526" w:rsidRPr="00197DBE">
              <w:rPr>
                <w:rFonts w:ascii="Times New Roman" w:hAnsi="Times New Roman"/>
                <w:sz w:val="24"/>
                <w:szCs w:val="24"/>
              </w:rPr>
              <w:t>Zurich / Eagle Star</w:t>
            </w:r>
          </w:p>
          <w:p w:rsidR="00092BF5" w:rsidRPr="00197DBE" w:rsidRDefault="00092BF5" w:rsidP="00197DB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97DBE">
              <w:rPr>
                <w:rFonts w:ascii="Times New Roman" w:hAnsi="Times New Roman"/>
                <w:sz w:val="16"/>
                <w:szCs w:val="16"/>
              </w:rPr>
              <w:t>Policy Number/s:</w:t>
            </w: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D57F1" w:rsidRDefault="000D57F1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A2E3E" w:rsidRDefault="009A2E3E" w:rsidP="00197DBE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92BF5" w:rsidRPr="00197DBE" w:rsidRDefault="000D57F1" w:rsidP="000D57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AND ANY OTHER POLICIES NOT LISTED ABOVE</w:t>
            </w:r>
          </w:p>
        </w:tc>
      </w:tr>
    </w:tbl>
    <w:p w:rsidR="00D53A98" w:rsidRDefault="003D71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IE" w:eastAsia="en-I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margin">
                  <wp:posOffset>-48260</wp:posOffset>
                </wp:positionH>
                <wp:positionV relativeFrom="paragraph">
                  <wp:posOffset>273685</wp:posOffset>
                </wp:positionV>
                <wp:extent cx="223520" cy="179705"/>
                <wp:effectExtent l="8890" t="5080" r="5715" b="5715"/>
                <wp:wrapNone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520" cy="17970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87F62" id="AutoShape 21" o:spid="_x0000_s1026" type="#_x0000_t109" style="position:absolute;margin-left:-3.8pt;margin-top:21.55pt;width:17.6pt;height:14.1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">
                <w10:wrap anchorx="margin"/>
              </v:shape>
            </w:pict>
          </mc:Fallback>
        </mc:AlternateContent>
      </w:r>
      <w:r w:rsidR="00363526" w:rsidRPr="00363526">
        <w:rPr>
          <w:rFonts w:ascii="Times New Roman" w:hAnsi="Times New Roman"/>
          <w:sz w:val="24"/>
          <w:szCs w:val="24"/>
        </w:rPr>
        <w:t xml:space="preserve">       </w:t>
      </w:r>
    </w:p>
    <w:p w:rsidR="00291BF4" w:rsidRDefault="00D53A9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363526" w:rsidRPr="00363526">
        <w:rPr>
          <w:rFonts w:ascii="Times New Roman" w:hAnsi="Times New Roman"/>
          <w:sz w:val="24"/>
          <w:szCs w:val="24"/>
        </w:rPr>
        <w:t>Other ______________________________________________________</w:t>
      </w:r>
      <w:r w:rsidR="00092BF5">
        <w:rPr>
          <w:rFonts w:ascii="Times New Roman" w:hAnsi="Times New Roman"/>
          <w:sz w:val="24"/>
          <w:szCs w:val="24"/>
        </w:rPr>
        <w:t>____________</w:t>
      </w:r>
    </w:p>
    <w:p w:rsidR="00A940CB" w:rsidRDefault="00A940CB">
      <w:pPr>
        <w:rPr>
          <w:rFonts w:ascii="Times New Roman" w:hAnsi="Times New Roman"/>
          <w:sz w:val="24"/>
          <w:szCs w:val="24"/>
        </w:rPr>
      </w:pPr>
    </w:p>
    <w:p w:rsidR="009A2E3E" w:rsidRDefault="00092BF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I/We hereby consent to you providing indefinitely all details of a</w:t>
      </w:r>
      <w:r w:rsidR="007672CD">
        <w:rPr>
          <w:rFonts w:ascii="Times New Roman" w:hAnsi="Times New Roman"/>
          <w:sz w:val="24"/>
          <w:szCs w:val="24"/>
        </w:rPr>
        <w:t xml:space="preserve">ll our </w:t>
      </w:r>
      <w:r>
        <w:rPr>
          <w:rFonts w:ascii="Times New Roman" w:hAnsi="Times New Roman"/>
          <w:sz w:val="24"/>
          <w:szCs w:val="24"/>
        </w:rPr>
        <w:t xml:space="preserve">policies </w:t>
      </w:r>
      <w:r w:rsidR="00D727BB">
        <w:rPr>
          <w:rFonts w:ascii="Times New Roman" w:hAnsi="Times New Roman"/>
          <w:sz w:val="24"/>
          <w:szCs w:val="24"/>
        </w:rPr>
        <w:t>that I/We hold with you to</w:t>
      </w:r>
      <w:bookmarkStart w:id="0" w:name="_GoBack"/>
      <w:bookmarkEnd w:id="0"/>
      <w:r w:rsidR="000B628A">
        <w:rPr>
          <w:rFonts w:ascii="Times New Roman" w:hAnsi="Times New Roman"/>
          <w:sz w:val="24"/>
          <w:szCs w:val="24"/>
        </w:rPr>
        <w:t xml:space="preserve"> Quigley Financial Brokers</w:t>
      </w:r>
      <w:r w:rsidR="00FE20C7">
        <w:rPr>
          <w:rFonts w:ascii="Times New Roman" w:hAnsi="Times New Roman"/>
          <w:sz w:val="24"/>
          <w:szCs w:val="24"/>
        </w:rPr>
        <w:t xml:space="preserve">, </w:t>
      </w:r>
      <w:r w:rsidR="003D71E9">
        <w:rPr>
          <w:rFonts w:ascii="Times New Roman" w:hAnsi="Times New Roman"/>
          <w:sz w:val="24"/>
          <w:szCs w:val="24"/>
        </w:rPr>
        <w:t xml:space="preserve">8 Slaney Street, Wexford, Y35 HW21 </w:t>
      </w:r>
      <w:r>
        <w:rPr>
          <w:rFonts w:ascii="Times New Roman" w:hAnsi="Times New Roman"/>
          <w:sz w:val="24"/>
          <w:szCs w:val="24"/>
        </w:rPr>
        <w:t>whichever way he requests it from you</w:t>
      </w:r>
      <w:r w:rsidR="007672CD">
        <w:rPr>
          <w:rFonts w:ascii="Times New Roman" w:hAnsi="Times New Roman"/>
          <w:sz w:val="24"/>
          <w:szCs w:val="24"/>
        </w:rPr>
        <w:t>,</w:t>
      </w:r>
      <w:r w:rsidR="000B62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email</w:t>
      </w:r>
      <w:r w:rsidR="00ED3AE8">
        <w:rPr>
          <w:rFonts w:ascii="Times New Roman" w:hAnsi="Times New Roman"/>
          <w:sz w:val="24"/>
          <w:szCs w:val="24"/>
        </w:rPr>
        <w:t xml:space="preserve"> at </w:t>
      </w:r>
      <w:r w:rsidR="00EB47EE">
        <w:rPr>
          <w:rFonts w:ascii="Times New Roman" w:hAnsi="Times New Roman"/>
          <w:sz w:val="24"/>
          <w:szCs w:val="24"/>
        </w:rPr>
        <w:t>info@quigley.ie</w:t>
      </w:r>
      <w:r w:rsidR="005E483C">
        <w:rPr>
          <w:rFonts w:ascii="Times New Roman" w:hAnsi="Times New Roman"/>
          <w:sz w:val="24"/>
          <w:szCs w:val="24"/>
        </w:rPr>
        <w:t>,</w:t>
      </w:r>
      <w:r w:rsidR="00EB47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letter or on the telephone.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9A2E3E" w:rsidTr="005138FE">
        <w:tc>
          <w:tcPr>
            <w:tcW w:w="4621" w:type="dxa"/>
          </w:tcPr>
          <w:p w:rsidR="00B43602" w:rsidRPr="005138FE" w:rsidRDefault="009A2E3E">
            <w:pPr>
              <w:rPr>
                <w:rFonts w:ascii="Times New Roman" w:hAnsi="Times New Roman"/>
                <w:sz w:val="24"/>
                <w:szCs w:val="24"/>
              </w:rPr>
            </w:pPr>
            <w:r>
              <w:t>Signature:</w:t>
            </w:r>
          </w:p>
        </w:tc>
        <w:tc>
          <w:tcPr>
            <w:tcW w:w="4621" w:type="dxa"/>
          </w:tcPr>
          <w:p w:rsidR="009A2E3E" w:rsidRPr="005138FE" w:rsidRDefault="009A2E3E">
            <w:pPr>
              <w:rPr>
                <w:rFonts w:ascii="Times New Roman" w:hAnsi="Times New Roman"/>
                <w:sz w:val="24"/>
                <w:szCs w:val="24"/>
              </w:rPr>
            </w:pPr>
            <w:r>
              <w:t>Signature:</w:t>
            </w:r>
          </w:p>
        </w:tc>
      </w:tr>
      <w:tr w:rsidR="009A2E3E" w:rsidTr="005138FE">
        <w:tc>
          <w:tcPr>
            <w:tcW w:w="4621" w:type="dxa"/>
          </w:tcPr>
          <w:p w:rsidR="009A2E3E" w:rsidRPr="005138FE" w:rsidRDefault="009A2E3E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Print Name:</w:t>
            </w:r>
          </w:p>
        </w:tc>
        <w:tc>
          <w:tcPr>
            <w:tcW w:w="4621" w:type="dxa"/>
          </w:tcPr>
          <w:p w:rsidR="009A2E3E" w:rsidRPr="005138FE" w:rsidRDefault="009A2E3E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Print Name:</w:t>
            </w:r>
          </w:p>
        </w:tc>
      </w:tr>
      <w:tr w:rsidR="009A2E3E" w:rsidTr="005138FE">
        <w:tc>
          <w:tcPr>
            <w:tcW w:w="4621" w:type="dxa"/>
          </w:tcPr>
          <w:p w:rsidR="009A2E3E" w:rsidRPr="005138FE" w:rsidRDefault="009A2E3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Date of Birth:                                                                 </w:t>
            </w:r>
          </w:p>
        </w:tc>
        <w:tc>
          <w:tcPr>
            <w:tcW w:w="4621" w:type="dxa"/>
          </w:tcPr>
          <w:p w:rsidR="009A2E3E" w:rsidRPr="005138FE" w:rsidRDefault="009A2E3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Date of Birth:                                                                 </w:t>
            </w:r>
          </w:p>
        </w:tc>
      </w:tr>
    </w:tbl>
    <w:p w:rsidR="00A940CB" w:rsidRDefault="00A940CB">
      <w:pPr>
        <w:rPr>
          <w:rFonts w:ascii="Times New Roman" w:hAnsi="Times New Roman"/>
          <w:sz w:val="24"/>
          <w:szCs w:val="24"/>
        </w:rPr>
      </w:pPr>
    </w:p>
    <w:p w:rsidR="00092BF5" w:rsidRPr="00363526" w:rsidRDefault="00492F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445B13">
        <w:rPr>
          <w:rFonts w:ascii="Times New Roman" w:hAnsi="Times New Roman"/>
          <w:sz w:val="24"/>
          <w:szCs w:val="24"/>
        </w:rPr>
        <w:t>ate: _____________</w:t>
      </w:r>
    </w:p>
    <w:sectPr w:rsidR="00092BF5" w:rsidRPr="00363526" w:rsidSect="008009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o31sl+tsqyTtbiK347h8knDyJCCd5fa9+49jx4b3alajqXub6s6oC56YwftVxsAJw9uCE0V/2WclUZia8Dbukg==" w:salt="lLvIsJApi4vH937zd6nnm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1E9"/>
    <w:rsid w:val="0000344F"/>
    <w:rsid w:val="000517A5"/>
    <w:rsid w:val="0005765A"/>
    <w:rsid w:val="00092BF5"/>
    <w:rsid w:val="000A7A72"/>
    <w:rsid w:val="000B628A"/>
    <w:rsid w:val="000C2B6B"/>
    <w:rsid w:val="000D57F1"/>
    <w:rsid w:val="001231EE"/>
    <w:rsid w:val="00146695"/>
    <w:rsid w:val="00197DBE"/>
    <w:rsid w:val="001F2596"/>
    <w:rsid w:val="00204DB7"/>
    <w:rsid w:val="00291BF4"/>
    <w:rsid w:val="002E25CC"/>
    <w:rsid w:val="00363526"/>
    <w:rsid w:val="003C4F01"/>
    <w:rsid w:val="003D71E9"/>
    <w:rsid w:val="00445B13"/>
    <w:rsid w:val="0045381E"/>
    <w:rsid w:val="00492FFE"/>
    <w:rsid w:val="005138FE"/>
    <w:rsid w:val="00551682"/>
    <w:rsid w:val="005E483C"/>
    <w:rsid w:val="00600F9C"/>
    <w:rsid w:val="006D7998"/>
    <w:rsid w:val="00716365"/>
    <w:rsid w:val="007649B5"/>
    <w:rsid w:val="007672CD"/>
    <w:rsid w:val="007E70A8"/>
    <w:rsid w:val="00800959"/>
    <w:rsid w:val="00806391"/>
    <w:rsid w:val="008727A2"/>
    <w:rsid w:val="008E7A75"/>
    <w:rsid w:val="008F7730"/>
    <w:rsid w:val="009502BB"/>
    <w:rsid w:val="009A2E3E"/>
    <w:rsid w:val="00A62513"/>
    <w:rsid w:val="00A940CB"/>
    <w:rsid w:val="00AB7086"/>
    <w:rsid w:val="00B16A21"/>
    <w:rsid w:val="00B43602"/>
    <w:rsid w:val="00C4233E"/>
    <w:rsid w:val="00CF2654"/>
    <w:rsid w:val="00D16D34"/>
    <w:rsid w:val="00D53A98"/>
    <w:rsid w:val="00D727BB"/>
    <w:rsid w:val="00DA57BB"/>
    <w:rsid w:val="00DE22E6"/>
    <w:rsid w:val="00E01F21"/>
    <w:rsid w:val="00EB47EE"/>
    <w:rsid w:val="00ED3AE8"/>
    <w:rsid w:val="00F14477"/>
    <w:rsid w:val="00FE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410402-29BD-4D4E-9029-41335669B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59"/>
    <w:pPr>
      <w:spacing w:after="200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204DB7"/>
    <w:pPr>
      <w:framePr w:w="7920" w:h="1980" w:hRule="exact" w:hSpace="180" w:wrap="auto" w:hAnchor="page" w:xAlign="center" w:yAlign="bottom"/>
      <w:spacing w:after="0"/>
      <w:ind w:left="2880"/>
    </w:pPr>
    <w:rPr>
      <w:rFonts w:ascii="Cambria" w:eastAsia="Times New Roman" w:hAnsi="Cambria"/>
      <w:sz w:val="28"/>
      <w:szCs w:val="24"/>
    </w:rPr>
  </w:style>
  <w:style w:type="table" w:styleId="TableGrid">
    <w:name w:val="Table Grid"/>
    <w:basedOn w:val="TableNormal"/>
    <w:uiPriority w:val="59"/>
    <w:rsid w:val="00291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92BF5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0C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0C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79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leith\Desktop\QFB%20Transfer%20of%20Agency,%20Letter%20of%20Authorit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E90161-BD3F-47EC-A364-48CC9A7E2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QFB Transfer of Agency, Letter of Authority</Template>
  <TotalTime>6</TotalTime>
  <Pages>1</Pages>
  <Words>278</Words>
  <Characters>1589</Characters>
  <Application>Microsoft Office Word</Application>
  <DocSecurity>8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Quigley Financial Brokers</dc:creator>
  <cp:keywords/>
  <dc:description/>
  <cp:lastModifiedBy>Conleith Quigley</cp:lastModifiedBy>
  <cp:revision>4</cp:revision>
  <cp:lastPrinted>2014-02-07T08:40:00Z</cp:lastPrinted>
  <dcterms:created xsi:type="dcterms:W3CDTF">2016-08-23T15:33:00Z</dcterms:created>
  <dcterms:modified xsi:type="dcterms:W3CDTF">2016-08-25T11:12:00Z</dcterms:modified>
</cp:coreProperties>
</file>